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2D6D75D-57B4-41CD-BC42-375956E1058D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